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BF617EF-0FC3-47DF-BB19-351DA0D08645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